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CDA61D" w14:textId="7EAB9C51" w:rsidR="00047835" w:rsidRPr="00047835" w:rsidRDefault="00047835" w:rsidP="00A67BD2">
      <w:pPr>
        <w:pStyle w:val="Nzev"/>
      </w:pPr>
      <w:r w:rsidRPr="00047835">
        <w:t>Zápis z valné hromady</w:t>
      </w:r>
      <w:r w:rsidR="00BF6BFB">
        <w:br/>
        <w:t xml:space="preserve">SH </w:t>
      </w:r>
      <w:proofErr w:type="gramStart"/>
      <w:r w:rsidR="00BF6BFB">
        <w:t xml:space="preserve">ČMS - </w:t>
      </w:r>
      <w:r w:rsidRPr="00047835">
        <w:t>Sbor</w:t>
      </w:r>
      <w:proofErr w:type="gramEnd"/>
      <w:r w:rsidRPr="00047835">
        <w:t xml:space="preserve"> dobrovolných hasičů</w:t>
      </w:r>
      <w:r w:rsidR="00BF6BFB">
        <w:t xml:space="preserve"> </w:t>
      </w:r>
      <w:r w:rsidR="00F93676" w:rsidRPr="00047835">
        <w:t>[</w:t>
      </w:r>
      <w:r w:rsidR="00F93676">
        <w:t>název</w:t>
      </w:r>
      <w:r w:rsidR="00F93676" w:rsidRPr="00047835">
        <w:t>]</w:t>
      </w:r>
    </w:p>
    <w:p w14:paraId="3B6A7A88" w14:textId="77777777" w:rsidR="00047835" w:rsidRPr="00047835" w:rsidRDefault="00047835" w:rsidP="00A67BD2">
      <w:r w:rsidRPr="00047835">
        <w:t>Datum konání: [datum]</w:t>
      </w:r>
    </w:p>
    <w:p w14:paraId="7EEB7EA1" w14:textId="77777777" w:rsidR="00047835" w:rsidRPr="00047835" w:rsidRDefault="00047835" w:rsidP="00A67BD2">
      <w:r w:rsidRPr="00047835">
        <w:t>Místo konání: [místo]</w:t>
      </w:r>
    </w:p>
    <w:p w14:paraId="2B65F4C7" w14:textId="77777777" w:rsidR="00047835" w:rsidRPr="00047835" w:rsidRDefault="00047835" w:rsidP="00A67BD2">
      <w:r w:rsidRPr="00047835">
        <w:t>Začátek jednání: [čas]</w:t>
      </w:r>
    </w:p>
    <w:p w14:paraId="016C4DBD" w14:textId="77777777" w:rsidR="00047835" w:rsidRPr="00047835" w:rsidRDefault="00047835" w:rsidP="00A67BD2">
      <w:r w:rsidRPr="00047835">
        <w:t>Přítomno členů SDH: [počet]</w:t>
      </w:r>
    </w:p>
    <w:p w14:paraId="32EEFE2A" w14:textId="77777777" w:rsidR="00047835" w:rsidRPr="00047835" w:rsidRDefault="00047835" w:rsidP="00A67BD2">
      <w:r w:rsidRPr="00047835">
        <w:t>Hosté: [jména a funkce, např. zástupci obce, OSH, okolních SDH]</w:t>
      </w:r>
    </w:p>
    <w:p w14:paraId="36616147" w14:textId="4376DC51" w:rsidR="00047835" w:rsidRPr="00047835" w:rsidRDefault="00047835" w:rsidP="00A67BD2">
      <w:pPr>
        <w:pStyle w:val="Nadpis1"/>
      </w:pPr>
      <w:r w:rsidRPr="00047835">
        <w:t>Zahájení a přivítání hostů</w:t>
      </w:r>
    </w:p>
    <w:p w14:paraId="50DDB8CC" w14:textId="1F56B36F" w:rsidR="00047835" w:rsidRPr="00047835" w:rsidRDefault="00047835" w:rsidP="00A67BD2">
      <w:r w:rsidRPr="00047835">
        <w:t xml:space="preserve">Valnou hromadu zahájil [funkce a jméno, </w:t>
      </w:r>
      <w:r w:rsidRPr="00A67BD2">
        <w:t>např</w:t>
      </w:r>
      <w:r w:rsidRPr="00047835">
        <w:t>. starosta SDH Jan Novák], který přivítal přítomné členy a hosty. Seznámil přítomné s programem jednání, který byl schválen.</w:t>
      </w:r>
    </w:p>
    <w:p w14:paraId="61D7FDAE" w14:textId="1DB027F6" w:rsidR="00047835" w:rsidRPr="00047835" w:rsidRDefault="00047835" w:rsidP="00A67BD2">
      <w:pPr>
        <w:pStyle w:val="Nadpis1"/>
      </w:pPr>
      <w:r w:rsidRPr="00047835">
        <w:t>Volba mandátové, volební a návrhové komise</w:t>
      </w:r>
    </w:p>
    <w:p w14:paraId="362BF8BE" w14:textId="77777777" w:rsidR="00047835" w:rsidRPr="00047835" w:rsidRDefault="00047835" w:rsidP="00A67BD2">
      <w:r w:rsidRPr="00047835">
        <w:t>Valná hromada zvolila tříčlenné komise:</w:t>
      </w:r>
    </w:p>
    <w:p w14:paraId="4FF26684" w14:textId="77777777" w:rsidR="00047835" w:rsidRPr="00047835" w:rsidRDefault="00047835" w:rsidP="00A67BD2">
      <w:r w:rsidRPr="00047835">
        <w:t>Mandátová komise: [jména členů]</w:t>
      </w:r>
    </w:p>
    <w:p w14:paraId="2153B976" w14:textId="77777777" w:rsidR="00047835" w:rsidRPr="00047835" w:rsidRDefault="00047835" w:rsidP="00A67BD2">
      <w:r w:rsidRPr="00047835">
        <w:t>Volební komise: [jména členů]</w:t>
      </w:r>
    </w:p>
    <w:p w14:paraId="23FE9FBD" w14:textId="77777777" w:rsidR="00047835" w:rsidRPr="00047835" w:rsidRDefault="00047835" w:rsidP="00A67BD2">
      <w:r w:rsidRPr="00047835">
        <w:t>Návrhová komise: [jména členů]</w:t>
      </w:r>
    </w:p>
    <w:p w14:paraId="6FEBACB8" w14:textId="4F0E9074" w:rsidR="00047835" w:rsidRPr="00047835" w:rsidRDefault="00047835" w:rsidP="00A67BD2">
      <w:pPr>
        <w:pStyle w:val="Nadpis1"/>
      </w:pPr>
      <w:r w:rsidRPr="00047835">
        <w:t>Volba zapisovatele a ověřovatelů zápisu</w:t>
      </w:r>
    </w:p>
    <w:p w14:paraId="3F4E071B" w14:textId="77777777" w:rsidR="00047835" w:rsidRPr="00047835" w:rsidRDefault="00047835" w:rsidP="00A67BD2">
      <w:r w:rsidRPr="00047835">
        <w:t>Zapisovatelem byl zvolen [jméno].</w:t>
      </w:r>
    </w:p>
    <w:p w14:paraId="2F735ED1" w14:textId="77777777" w:rsidR="00047835" w:rsidRPr="00047835" w:rsidRDefault="00047835" w:rsidP="00A67BD2">
      <w:r w:rsidRPr="00047835">
        <w:t>Ověřovateli zápisu byli zvoleni [jména dvou ověřovatelů].</w:t>
      </w:r>
    </w:p>
    <w:p w14:paraId="16061B3C" w14:textId="5F9B4F39" w:rsidR="00047835" w:rsidRPr="00047835" w:rsidRDefault="00047835" w:rsidP="00A67BD2">
      <w:pPr>
        <w:pStyle w:val="Nadpis1"/>
      </w:pPr>
      <w:r w:rsidRPr="00047835">
        <w:t>Zpráva o činnosti za [rok / volební období]</w:t>
      </w:r>
    </w:p>
    <w:p w14:paraId="034F8EAA" w14:textId="77777777" w:rsidR="00047835" w:rsidRPr="00047835" w:rsidRDefault="00047835" w:rsidP="00A67BD2">
      <w:r w:rsidRPr="00047835">
        <w:t>Zprávu o činnosti přednesl [jméno, funkce].</w:t>
      </w:r>
    </w:p>
    <w:p w14:paraId="1E20B646" w14:textId="77777777" w:rsidR="00047835" w:rsidRPr="00047835" w:rsidRDefault="00047835" w:rsidP="00A67BD2">
      <w:r w:rsidRPr="00047835">
        <w:t>Byly připomenuty hlavní akce sboru, činnost zásahové jednotky, práce s mládeží, účast na soutěžích a spolupráce s obcí a okolními SDH.</w:t>
      </w:r>
    </w:p>
    <w:p w14:paraId="67FD5CD8" w14:textId="77777777" w:rsidR="00047835" w:rsidRPr="00047835" w:rsidRDefault="00047835" w:rsidP="00A67BD2">
      <w:r w:rsidRPr="00047835">
        <w:t>Zpráva byla vzata na vědomí.</w:t>
      </w:r>
    </w:p>
    <w:p w14:paraId="08AC30FE" w14:textId="2ED28595" w:rsidR="00047835" w:rsidRPr="00047835" w:rsidRDefault="00047835" w:rsidP="00A67BD2">
      <w:pPr>
        <w:pStyle w:val="Nadpis1"/>
      </w:pPr>
      <w:r w:rsidRPr="00047835">
        <w:t>Zpráva o hospodaření, účetní uzávěrka</w:t>
      </w:r>
    </w:p>
    <w:p w14:paraId="50E0486E" w14:textId="77777777" w:rsidR="00047835" w:rsidRPr="00047835" w:rsidRDefault="00047835" w:rsidP="00A67BD2">
      <w:r w:rsidRPr="00047835">
        <w:t>Zprávu o hospodaření přednesl [jméno, funkce, např. pokladník SDH].</w:t>
      </w:r>
    </w:p>
    <w:p w14:paraId="47477ABA" w14:textId="5893BF01" w:rsidR="00047835" w:rsidRPr="00047835" w:rsidRDefault="00047835" w:rsidP="00A67BD2">
      <w:r w:rsidRPr="00047835">
        <w:t>Po přednesení byla zpráva schválena.</w:t>
      </w:r>
    </w:p>
    <w:p w14:paraId="4882B650" w14:textId="3EA4BFBD" w:rsidR="00047835" w:rsidRPr="00047835" w:rsidRDefault="00047835" w:rsidP="00A67BD2">
      <w:pPr>
        <w:pStyle w:val="Nadpis1"/>
      </w:pPr>
      <w:r w:rsidRPr="00047835">
        <w:t>Zpráva revizora SDH</w:t>
      </w:r>
    </w:p>
    <w:p w14:paraId="5999004A" w14:textId="77777777" w:rsidR="00047835" w:rsidRPr="00047835" w:rsidRDefault="00047835" w:rsidP="00A67BD2">
      <w:r w:rsidRPr="00047835">
        <w:t>Revizor SDH [jméno] přednesl zprávu o kontrole hospodaření. Nebyly zjištěny závady.</w:t>
      </w:r>
    </w:p>
    <w:p w14:paraId="5DACFFEE" w14:textId="77777777" w:rsidR="00047835" w:rsidRPr="00047835" w:rsidRDefault="00047835" w:rsidP="00A67BD2">
      <w:r w:rsidRPr="00047835">
        <w:t>Zpráva byla vzata na vědomí.</w:t>
      </w:r>
    </w:p>
    <w:p w14:paraId="39331AEF" w14:textId="17C1F038" w:rsidR="00047835" w:rsidRPr="00047835" w:rsidRDefault="00047835" w:rsidP="00A67BD2">
      <w:pPr>
        <w:pStyle w:val="Nadpis1"/>
      </w:pPr>
      <w:r w:rsidRPr="00047835">
        <w:t>Návrh plánu činnosti na další rok</w:t>
      </w:r>
    </w:p>
    <w:p w14:paraId="789D105F" w14:textId="77777777" w:rsidR="00047835" w:rsidRPr="00047835" w:rsidRDefault="00047835" w:rsidP="00A67BD2">
      <w:r w:rsidRPr="00047835">
        <w:t>Plán činnosti na následující rok přednesl [jméno].</w:t>
      </w:r>
    </w:p>
    <w:p w14:paraId="3C8A0CA4" w14:textId="77777777" w:rsidR="00047835" w:rsidRPr="00047835" w:rsidRDefault="00047835" w:rsidP="00A67BD2">
      <w:r w:rsidRPr="00047835">
        <w:t>Po doplnění o připomínky z diskuse byl plán schválen.</w:t>
      </w:r>
    </w:p>
    <w:p w14:paraId="6AE3F968" w14:textId="57606F5C" w:rsidR="00047835" w:rsidRPr="00047835" w:rsidRDefault="00047835" w:rsidP="00A67BD2">
      <w:pPr>
        <w:pStyle w:val="Nadpis1"/>
      </w:pPr>
      <w:r w:rsidRPr="00047835">
        <w:t>Návrh rozpočtu na další rok</w:t>
      </w:r>
    </w:p>
    <w:p w14:paraId="46E3F6C1" w14:textId="77777777" w:rsidR="00047835" w:rsidRPr="00047835" w:rsidRDefault="00047835" w:rsidP="00A67BD2">
      <w:r w:rsidRPr="00047835">
        <w:t>Rozpočet na rok [rok] byl předložen [jméno].</w:t>
      </w:r>
    </w:p>
    <w:p w14:paraId="327E1A36" w14:textId="77777777" w:rsidR="00047835" w:rsidRPr="00047835" w:rsidRDefault="00047835" w:rsidP="00A67BD2">
      <w:r w:rsidRPr="00047835">
        <w:t>Po projednání byl rozpočet schválen.</w:t>
      </w:r>
    </w:p>
    <w:p w14:paraId="32B425AB" w14:textId="436CC402" w:rsidR="00047835" w:rsidRPr="00047835" w:rsidRDefault="00047835" w:rsidP="00A67BD2">
      <w:pPr>
        <w:pStyle w:val="Nadpis1"/>
      </w:pPr>
      <w:r w:rsidRPr="00047835">
        <w:lastRenderedPageBreak/>
        <w:t>Rozhodnutí o počtu náměstků starosty a členů výboru SDH</w:t>
      </w:r>
    </w:p>
    <w:p w14:paraId="4415D502" w14:textId="77777777" w:rsidR="00047835" w:rsidRPr="00047835" w:rsidRDefault="00047835" w:rsidP="00A67BD2">
      <w:r w:rsidRPr="00047835">
        <w:t>Valná hromada rozhodla, že výbor SDH bude mít [počet] členů, včetně [počet] náměstků starosty.</w:t>
      </w:r>
    </w:p>
    <w:p w14:paraId="5E74740E" w14:textId="7AA8EDFD" w:rsidR="00047835" w:rsidRPr="00047835" w:rsidRDefault="00047835" w:rsidP="00A67BD2">
      <w:pPr>
        <w:pStyle w:val="Nadpis1"/>
      </w:pPr>
      <w:r w:rsidRPr="00047835">
        <w:t>Volby funkcionářů SDH</w:t>
      </w:r>
    </w:p>
    <w:p w14:paraId="349536FF" w14:textId="77777777" w:rsidR="00047835" w:rsidRPr="00047835" w:rsidRDefault="00047835" w:rsidP="00A67BD2">
      <w:r w:rsidRPr="00047835">
        <w:t>Volební komise řídila volbu do funkcí SDH.</w:t>
      </w:r>
    </w:p>
    <w:p w14:paraId="5B6B9C6B" w14:textId="77777777" w:rsidR="00047835" w:rsidRPr="00047835" w:rsidRDefault="00047835" w:rsidP="00A67BD2">
      <w:r w:rsidRPr="00047835">
        <w:t>Byli zvoleni:</w:t>
      </w:r>
    </w:p>
    <w:p w14:paraId="4A5C8F29" w14:textId="77777777" w:rsidR="00047835" w:rsidRPr="00047835" w:rsidRDefault="00047835" w:rsidP="00A67BD2">
      <w:r w:rsidRPr="00047835">
        <w:t>Starosta SDH: [jméno]</w:t>
      </w:r>
    </w:p>
    <w:p w14:paraId="5BECED03" w14:textId="77777777" w:rsidR="00047835" w:rsidRPr="00047835" w:rsidRDefault="00047835" w:rsidP="00A67BD2">
      <w:r w:rsidRPr="00047835">
        <w:t>Náměstci starosty: [jména]</w:t>
      </w:r>
    </w:p>
    <w:p w14:paraId="2B4D731E" w14:textId="77777777" w:rsidR="00047835" w:rsidRPr="00047835" w:rsidRDefault="00047835" w:rsidP="00A67BD2">
      <w:r w:rsidRPr="00047835">
        <w:t>Velitel SDH: [jméno]</w:t>
      </w:r>
    </w:p>
    <w:p w14:paraId="5546165F" w14:textId="77777777" w:rsidR="00047835" w:rsidRPr="00047835" w:rsidRDefault="00047835" w:rsidP="00A67BD2">
      <w:r w:rsidRPr="00047835">
        <w:t>Členové výboru SDH: [jména]</w:t>
      </w:r>
    </w:p>
    <w:p w14:paraId="7CD5177F" w14:textId="77777777" w:rsidR="00047835" w:rsidRPr="00047835" w:rsidRDefault="00047835" w:rsidP="00A67BD2">
      <w:r w:rsidRPr="00047835">
        <w:t>Revizor SDH: [jméno]</w:t>
      </w:r>
    </w:p>
    <w:p w14:paraId="15F34CF0" w14:textId="77777777" w:rsidR="00047835" w:rsidRPr="00047835" w:rsidRDefault="00047835" w:rsidP="00A67BD2">
      <w:r w:rsidRPr="00047835">
        <w:t>Zprávu o výsledku voleb přednesla volební komise, valná hromada ji vzala na vědomí.</w:t>
      </w:r>
    </w:p>
    <w:p w14:paraId="46F019E0" w14:textId="71723CEC" w:rsidR="00047835" w:rsidRPr="00047835" w:rsidRDefault="00047835" w:rsidP="0068670E">
      <w:pPr>
        <w:pStyle w:val="Nadpis1"/>
      </w:pPr>
      <w:r w:rsidRPr="00047835">
        <w:t>Schválení kandidátů do orgánů OSH, KSH a SH ČMS</w:t>
      </w:r>
    </w:p>
    <w:p w14:paraId="041D77AD" w14:textId="77777777" w:rsidR="00047835" w:rsidRPr="00047835" w:rsidRDefault="00047835" w:rsidP="00A67BD2">
      <w:r w:rsidRPr="00047835">
        <w:t>Valná hromada schválila tyto kandidáty:</w:t>
      </w:r>
    </w:p>
    <w:p w14:paraId="7984DE64" w14:textId="77777777" w:rsidR="00047835" w:rsidRPr="00047835" w:rsidRDefault="00047835" w:rsidP="00A67BD2">
      <w:r w:rsidRPr="00047835">
        <w:t>Do OSH: [jména]</w:t>
      </w:r>
    </w:p>
    <w:p w14:paraId="7954AB85" w14:textId="77777777" w:rsidR="00047835" w:rsidRPr="00047835" w:rsidRDefault="00047835" w:rsidP="00A67BD2">
      <w:r w:rsidRPr="00047835">
        <w:t>Do KSH: [jména]</w:t>
      </w:r>
    </w:p>
    <w:p w14:paraId="4044FDA2" w14:textId="77777777" w:rsidR="00047835" w:rsidRPr="00047835" w:rsidRDefault="00047835" w:rsidP="00A67BD2">
      <w:r w:rsidRPr="00047835">
        <w:t>Do SH ČMS: [jména]</w:t>
      </w:r>
    </w:p>
    <w:p w14:paraId="23F58A5A" w14:textId="21DF7A5A" w:rsidR="00047835" w:rsidRPr="00047835" w:rsidRDefault="00047835" w:rsidP="0068670E">
      <w:pPr>
        <w:pStyle w:val="Nadpis1"/>
      </w:pPr>
      <w:r w:rsidRPr="00047835">
        <w:t>Diskuse</w:t>
      </w:r>
    </w:p>
    <w:p w14:paraId="1DC9661B" w14:textId="77777777" w:rsidR="00047835" w:rsidRPr="00047835" w:rsidRDefault="00047835" w:rsidP="00A67BD2">
      <w:r w:rsidRPr="00047835">
        <w:t>V diskusi vystoupili [jména, stručný obsah vystoupení – např. poděkování členům, návrhy na činnost, ocenění členů, výše členských příspěvků, přijetí nových členů].</w:t>
      </w:r>
    </w:p>
    <w:p w14:paraId="1A8E9457" w14:textId="05E9D23F" w:rsidR="00047835" w:rsidRPr="00047835" w:rsidRDefault="00047835" w:rsidP="0036395C">
      <w:pPr>
        <w:pStyle w:val="Nadpis1"/>
      </w:pPr>
      <w:r w:rsidRPr="00047835">
        <w:t xml:space="preserve">Volba zástupců SDH na valnou hromadu Okrsku s </w:t>
      </w:r>
      <w:proofErr w:type="spellStart"/>
      <w:r w:rsidRPr="00047835">
        <w:t>p.o</w:t>
      </w:r>
      <w:proofErr w:type="spellEnd"/>
      <w:r w:rsidRPr="00047835">
        <w:t>.</w:t>
      </w:r>
    </w:p>
    <w:p w14:paraId="6ADD8C65" w14:textId="77777777" w:rsidR="00047835" w:rsidRPr="00047835" w:rsidRDefault="00047835" w:rsidP="00A67BD2">
      <w:r w:rsidRPr="00047835">
        <w:t>Valná hromada zvolila zástupce SDH: [jména].</w:t>
      </w:r>
    </w:p>
    <w:p w14:paraId="093EDCEE" w14:textId="441D8CF6" w:rsidR="00047835" w:rsidRPr="00047835" w:rsidRDefault="00047835" w:rsidP="0036395C">
      <w:pPr>
        <w:pStyle w:val="Nadpis1"/>
      </w:pPr>
      <w:r w:rsidRPr="00047835">
        <w:t>Usnesení</w:t>
      </w:r>
    </w:p>
    <w:p w14:paraId="4BAE5780" w14:textId="77777777" w:rsidR="00047835" w:rsidRPr="00047835" w:rsidRDefault="00047835" w:rsidP="00A67BD2">
      <w:r w:rsidRPr="00047835">
        <w:t>Zprávu návrhové komise přednesl [jméno].</w:t>
      </w:r>
    </w:p>
    <w:p w14:paraId="7A5F9673" w14:textId="77777777" w:rsidR="00047835" w:rsidRPr="00047835" w:rsidRDefault="00047835" w:rsidP="00A67BD2">
      <w:r w:rsidRPr="00047835">
        <w:t>Valná hromada usnesení schválila jednomyslně / většinou hlasů.</w:t>
      </w:r>
    </w:p>
    <w:p w14:paraId="001CE224" w14:textId="48B2E805" w:rsidR="00047835" w:rsidRPr="00047835" w:rsidRDefault="00047835" w:rsidP="0036395C">
      <w:pPr>
        <w:pStyle w:val="Nadpis1"/>
      </w:pPr>
      <w:r w:rsidRPr="00047835">
        <w:t>Závěr jednání</w:t>
      </w:r>
    </w:p>
    <w:p w14:paraId="6F1C412A" w14:textId="77777777" w:rsidR="00047835" w:rsidRPr="00047835" w:rsidRDefault="00047835" w:rsidP="00A67BD2">
      <w:r w:rsidRPr="00047835">
        <w:t>Předsedající poděkoval všem přítomným za účast a spolupráci.</w:t>
      </w:r>
    </w:p>
    <w:p w14:paraId="29FCCA0B" w14:textId="77777777" w:rsidR="00047835" w:rsidRPr="00047835" w:rsidRDefault="00047835" w:rsidP="00A67BD2">
      <w:r w:rsidRPr="00047835">
        <w:t>Jednání valné hromady bylo ukončeno v [čas].</w:t>
      </w:r>
    </w:p>
    <w:p w14:paraId="67990514" w14:textId="77777777" w:rsidR="0036395C" w:rsidRDefault="0036395C" w:rsidP="00A67BD2"/>
    <w:p w14:paraId="618F06F4" w14:textId="00F58FC4" w:rsidR="00047835" w:rsidRPr="00047835" w:rsidRDefault="00047835" w:rsidP="00A67BD2">
      <w:r w:rsidRPr="00047835">
        <w:t>V [místo], dne [datum]</w:t>
      </w:r>
    </w:p>
    <w:p w14:paraId="11D8E061" w14:textId="77777777" w:rsidR="0036395C" w:rsidRDefault="0036395C" w:rsidP="00A67BD2"/>
    <w:p w14:paraId="470A987B" w14:textId="1ADC55EB" w:rsidR="00047835" w:rsidRDefault="00047835" w:rsidP="00A67BD2">
      <w:r w:rsidRPr="00047835">
        <w:t xml:space="preserve">Zapisovatel: </w:t>
      </w:r>
    </w:p>
    <w:p w14:paraId="426CAAA5" w14:textId="77777777" w:rsidR="0036395C" w:rsidRPr="00047835" w:rsidRDefault="0036395C" w:rsidP="00A67BD2"/>
    <w:p w14:paraId="7C88785A" w14:textId="56CA34D4" w:rsidR="00047835" w:rsidRDefault="00047835" w:rsidP="00A67BD2">
      <w:r w:rsidRPr="00047835">
        <w:t xml:space="preserve">Ověřovatelé zápisu: </w:t>
      </w:r>
    </w:p>
    <w:p w14:paraId="41209AB8" w14:textId="77777777" w:rsidR="0036395C" w:rsidRPr="00047835" w:rsidRDefault="0036395C" w:rsidP="00A67BD2"/>
    <w:p w14:paraId="1A7E1473" w14:textId="265992BE" w:rsidR="00047835" w:rsidRPr="00047835" w:rsidRDefault="00047835" w:rsidP="00A67BD2">
      <w:r w:rsidRPr="00047835">
        <w:t xml:space="preserve">Předsedající VH: </w:t>
      </w:r>
    </w:p>
    <w:p w14:paraId="102A4C52" w14:textId="267619EF" w:rsidR="00BC6255" w:rsidRPr="00047835" w:rsidRDefault="00BC6255" w:rsidP="00A67BD2"/>
    <w:sectPr w:rsidR="00BC6255" w:rsidRPr="00047835" w:rsidSect="00FA6BAD">
      <w:pgSz w:w="11906" w:h="16838" w:code="9"/>
      <w:pgMar w:top="851" w:right="851" w:bottom="567" w:left="851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E77FF0" w14:textId="77777777" w:rsidR="001152AB" w:rsidRDefault="001152AB" w:rsidP="00A67BD2">
      <w:r>
        <w:separator/>
      </w:r>
    </w:p>
  </w:endnote>
  <w:endnote w:type="continuationSeparator" w:id="0">
    <w:p w14:paraId="01BE02A0" w14:textId="77777777" w:rsidR="001152AB" w:rsidRDefault="001152AB" w:rsidP="00A67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59328B" w14:textId="77777777" w:rsidR="001152AB" w:rsidRDefault="001152AB" w:rsidP="00A67BD2">
      <w:r>
        <w:separator/>
      </w:r>
    </w:p>
  </w:footnote>
  <w:footnote w:type="continuationSeparator" w:id="0">
    <w:p w14:paraId="23451925" w14:textId="77777777" w:rsidR="001152AB" w:rsidRDefault="001152AB" w:rsidP="00A67B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218AE"/>
    <w:multiLevelType w:val="hybridMultilevel"/>
    <w:tmpl w:val="F212280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16CB3"/>
    <w:multiLevelType w:val="hybridMultilevel"/>
    <w:tmpl w:val="CF30FC3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822B3"/>
    <w:multiLevelType w:val="hybridMultilevel"/>
    <w:tmpl w:val="FD9E3C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983C2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C2C69D40">
      <w:start w:val="6"/>
      <w:numFmt w:val="bullet"/>
      <w:lvlText w:val="-"/>
      <w:lvlJc w:val="left"/>
      <w:pPr>
        <w:ind w:left="2340" w:hanging="360"/>
      </w:pPr>
      <w:rPr>
        <w:rFonts w:ascii="Calibri" w:eastAsia="Times New Roman" w:hAnsi="Calibri" w:cs="Calibri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56540"/>
    <w:multiLevelType w:val="hybridMultilevel"/>
    <w:tmpl w:val="9320B15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D2856"/>
    <w:multiLevelType w:val="hybridMultilevel"/>
    <w:tmpl w:val="ECBEC362"/>
    <w:lvl w:ilvl="0" w:tplc="85A8FE0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712E92"/>
    <w:multiLevelType w:val="hybridMultilevel"/>
    <w:tmpl w:val="C34603B8"/>
    <w:lvl w:ilvl="0" w:tplc="8D849A3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B11AEF"/>
    <w:multiLevelType w:val="hybridMultilevel"/>
    <w:tmpl w:val="E9AAD49E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1027850"/>
    <w:multiLevelType w:val="hybridMultilevel"/>
    <w:tmpl w:val="E9E80DB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0B4C32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9EF7C7E"/>
    <w:multiLevelType w:val="hybridMultilevel"/>
    <w:tmpl w:val="26C0FC98"/>
    <w:lvl w:ilvl="0" w:tplc="EBD4ABC4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7549D3"/>
    <w:multiLevelType w:val="hybridMultilevel"/>
    <w:tmpl w:val="C6D682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274949"/>
    <w:multiLevelType w:val="hybridMultilevel"/>
    <w:tmpl w:val="56D49EE8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4A42D6B"/>
    <w:multiLevelType w:val="hybridMultilevel"/>
    <w:tmpl w:val="222404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2C4599"/>
    <w:multiLevelType w:val="hybridMultilevel"/>
    <w:tmpl w:val="88E43AB0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73F1F4C"/>
    <w:multiLevelType w:val="hybridMultilevel"/>
    <w:tmpl w:val="F2AEA334"/>
    <w:lvl w:ilvl="0" w:tplc="5A20D2D6">
      <w:start w:val="31"/>
      <w:numFmt w:val="bullet"/>
      <w:lvlText w:val="•"/>
      <w:lvlJc w:val="left"/>
      <w:pPr>
        <w:ind w:left="1065" w:hanging="705"/>
      </w:pPr>
      <w:rPr>
        <w:rFonts w:ascii="Aptos Narrow" w:eastAsiaTheme="minorHAnsi" w:hAnsi="Aptos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BE3DB8"/>
    <w:multiLevelType w:val="hybridMultilevel"/>
    <w:tmpl w:val="EB2A311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7F2A10"/>
    <w:multiLevelType w:val="hybridMultilevel"/>
    <w:tmpl w:val="27540ADC"/>
    <w:lvl w:ilvl="0" w:tplc="BE0EAFB6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1B1787"/>
    <w:multiLevelType w:val="hybridMultilevel"/>
    <w:tmpl w:val="E8EA0B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31022F"/>
    <w:multiLevelType w:val="hybridMultilevel"/>
    <w:tmpl w:val="EA0C64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3F173A"/>
    <w:multiLevelType w:val="hybridMultilevel"/>
    <w:tmpl w:val="63DA3FC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5534FF"/>
    <w:multiLevelType w:val="hybridMultilevel"/>
    <w:tmpl w:val="3DFC74E6"/>
    <w:lvl w:ilvl="0" w:tplc="20DABC8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0340D3"/>
    <w:multiLevelType w:val="hybridMultilevel"/>
    <w:tmpl w:val="3828CC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A15BC4"/>
    <w:multiLevelType w:val="hybridMultilevel"/>
    <w:tmpl w:val="D8BAFC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8C1759"/>
    <w:multiLevelType w:val="hybridMultilevel"/>
    <w:tmpl w:val="D228FE1A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8914F4F"/>
    <w:multiLevelType w:val="hybridMultilevel"/>
    <w:tmpl w:val="1436AF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876FAB"/>
    <w:multiLevelType w:val="hybridMultilevel"/>
    <w:tmpl w:val="8A80BD12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2F7343D"/>
    <w:multiLevelType w:val="hybridMultilevel"/>
    <w:tmpl w:val="35CEAAC8"/>
    <w:lvl w:ilvl="0" w:tplc="FBCA065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7D6A90"/>
    <w:multiLevelType w:val="hybridMultilevel"/>
    <w:tmpl w:val="D87A640E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7CBF0B0B"/>
    <w:multiLevelType w:val="hybridMultilevel"/>
    <w:tmpl w:val="18DE467C"/>
    <w:lvl w:ilvl="0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81648337">
    <w:abstractNumId w:val="8"/>
  </w:num>
  <w:num w:numId="2" w16cid:durableId="276841652">
    <w:abstractNumId w:val="0"/>
  </w:num>
  <w:num w:numId="3" w16cid:durableId="1310400316">
    <w:abstractNumId w:val="26"/>
  </w:num>
  <w:num w:numId="4" w16cid:durableId="824205646">
    <w:abstractNumId w:val="16"/>
  </w:num>
  <w:num w:numId="5" w16cid:durableId="433869088">
    <w:abstractNumId w:val="17"/>
  </w:num>
  <w:num w:numId="6" w16cid:durableId="1422995374">
    <w:abstractNumId w:val="24"/>
  </w:num>
  <w:num w:numId="7" w16cid:durableId="19093632">
    <w:abstractNumId w:val="27"/>
  </w:num>
  <w:num w:numId="8" w16cid:durableId="1750496430">
    <w:abstractNumId w:val="9"/>
  </w:num>
  <w:num w:numId="9" w16cid:durableId="1424105745">
    <w:abstractNumId w:val="12"/>
  </w:num>
  <w:num w:numId="10" w16cid:durableId="495190694">
    <w:abstractNumId w:val="22"/>
  </w:num>
  <w:num w:numId="11" w16cid:durableId="2026470328">
    <w:abstractNumId w:val="2"/>
  </w:num>
  <w:num w:numId="12" w16cid:durableId="2094087651">
    <w:abstractNumId w:val="15"/>
  </w:num>
  <w:num w:numId="13" w16cid:durableId="539130012">
    <w:abstractNumId w:val="18"/>
  </w:num>
  <w:num w:numId="14" w16cid:durableId="54401933">
    <w:abstractNumId w:val="21"/>
  </w:num>
  <w:num w:numId="15" w16cid:durableId="1250581710">
    <w:abstractNumId w:val="7"/>
  </w:num>
  <w:num w:numId="16" w16cid:durableId="1058431376">
    <w:abstractNumId w:val="20"/>
  </w:num>
  <w:num w:numId="17" w16cid:durableId="559483944">
    <w:abstractNumId w:val="1"/>
  </w:num>
  <w:num w:numId="18" w16cid:durableId="1673952876">
    <w:abstractNumId w:val="5"/>
  </w:num>
  <w:num w:numId="19" w16cid:durableId="1322848788">
    <w:abstractNumId w:val="10"/>
  </w:num>
  <w:num w:numId="20" w16cid:durableId="366419186">
    <w:abstractNumId w:val="14"/>
  </w:num>
  <w:num w:numId="21" w16cid:durableId="1371301819">
    <w:abstractNumId w:val="19"/>
  </w:num>
  <w:num w:numId="22" w16cid:durableId="1995378740">
    <w:abstractNumId w:val="4"/>
  </w:num>
  <w:num w:numId="23" w16cid:durableId="1947887477">
    <w:abstractNumId w:val="3"/>
  </w:num>
  <w:num w:numId="24" w16cid:durableId="1920359819">
    <w:abstractNumId w:val="23"/>
  </w:num>
  <w:num w:numId="25" w16cid:durableId="2053921550">
    <w:abstractNumId w:val="25"/>
  </w:num>
  <w:num w:numId="26" w16cid:durableId="1918202848">
    <w:abstractNumId w:val="13"/>
  </w:num>
  <w:num w:numId="27" w16cid:durableId="4140372">
    <w:abstractNumId w:val="11"/>
  </w:num>
  <w:num w:numId="28" w16cid:durableId="1561751389">
    <w:abstractNumId w:val="28"/>
  </w:num>
  <w:num w:numId="29" w16cid:durableId="8201202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attachedTemplate r:id="rId1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2E3"/>
    <w:rsid w:val="0000524F"/>
    <w:rsid w:val="00010D7F"/>
    <w:rsid w:val="000144A7"/>
    <w:rsid w:val="00041E4A"/>
    <w:rsid w:val="00047835"/>
    <w:rsid w:val="000534BE"/>
    <w:rsid w:val="00060642"/>
    <w:rsid w:val="0007282F"/>
    <w:rsid w:val="00072F44"/>
    <w:rsid w:val="0008794F"/>
    <w:rsid w:val="000A0B25"/>
    <w:rsid w:val="000B36B4"/>
    <w:rsid w:val="000D74FC"/>
    <w:rsid w:val="000F12B6"/>
    <w:rsid w:val="001152AB"/>
    <w:rsid w:val="0012029D"/>
    <w:rsid w:val="001230C0"/>
    <w:rsid w:val="001619EF"/>
    <w:rsid w:val="001877DB"/>
    <w:rsid w:val="00193352"/>
    <w:rsid w:val="001B6122"/>
    <w:rsid w:val="001C3E11"/>
    <w:rsid w:val="001D31BD"/>
    <w:rsid w:val="001D557C"/>
    <w:rsid w:val="001D6F82"/>
    <w:rsid w:val="001F757F"/>
    <w:rsid w:val="00201127"/>
    <w:rsid w:val="00231BAB"/>
    <w:rsid w:val="00234481"/>
    <w:rsid w:val="00240690"/>
    <w:rsid w:val="00260C1C"/>
    <w:rsid w:val="00260C8B"/>
    <w:rsid w:val="002872B8"/>
    <w:rsid w:val="002879B3"/>
    <w:rsid w:val="002923F2"/>
    <w:rsid w:val="002962DE"/>
    <w:rsid w:val="002A0E40"/>
    <w:rsid w:val="002B0AA2"/>
    <w:rsid w:val="002B3388"/>
    <w:rsid w:val="002B60FE"/>
    <w:rsid w:val="002D4ACA"/>
    <w:rsid w:val="002D5EF2"/>
    <w:rsid w:val="002E181D"/>
    <w:rsid w:val="002F035B"/>
    <w:rsid w:val="0032240C"/>
    <w:rsid w:val="00324E4A"/>
    <w:rsid w:val="0032718A"/>
    <w:rsid w:val="00342865"/>
    <w:rsid w:val="00345D4C"/>
    <w:rsid w:val="0036395C"/>
    <w:rsid w:val="00381307"/>
    <w:rsid w:val="003A35A1"/>
    <w:rsid w:val="003A47E4"/>
    <w:rsid w:val="003B01CA"/>
    <w:rsid w:val="003B5681"/>
    <w:rsid w:val="003C73EF"/>
    <w:rsid w:val="003F065E"/>
    <w:rsid w:val="003F1F65"/>
    <w:rsid w:val="003F20A2"/>
    <w:rsid w:val="00402471"/>
    <w:rsid w:val="00420726"/>
    <w:rsid w:val="00471A6F"/>
    <w:rsid w:val="004C4FCD"/>
    <w:rsid w:val="004D5F56"/>
    <w:rsid w:val="004D7170"/>
    <w:rsid w:val="00500EAC"/>
    <w:rsid w:val="0050259E"/>
    <w:rsid w:val="00522404"/>
    <w:rsid w:val="005245A9"/>
    <w:rsid w:val="00541414"/>
    <w:rsid w:val="0056224E"/>
    <w:rsid w:val="00591D1F"/>
    <w:rsid w:val="0059354F"/>
    <w:rsid w:val="005B52F1"/>
    <w:rsid w:val="005C4E0A"/>
    <w:rsid w:val="005E32AF"/>
    <w:rsid w:val="00602E2B"/>
    <w:rsid w:val="0060675E"/>
    <w:rsid w:val="00607750"/>
    <w:rsid w:val="0061169A"/>
    <w:rsid w:val="006269E1"/>
    <w:rsid w:val="0063063B"/>
    <w:rsid w:val="0064702A"/>
    <w:rsid w:val="00650185"/>
    <w:rsid w:val="00651FA3"/>
    <w:rsid w:val="006752D4"/>
    <w:rsid w:val="0068670E"/>
    <w:rsid w:val="006B2CC9"/>
    <w:rsid w:val="006B475D"/>
    <w:rsid w:val="006C1720"/>
    <w:rsid w:val="006D569C"/>
    <w:rsid w:val="006E4CD7"/>
    <w:rsid w:val="006F6D7E"/>
    <w:rsid w:val="00710C5F"/>
    <w:rsid w:val="0073009B"/>
    <w:rsid w:val="00734225"/>
    <w:rsid w:val="00745CE3"/>
    <w:rsid w:val="00762175"/>
    <w:rsid w:val="0076344D"/>
    <w:rsid w:val="0076759C"/>
    <w:rsid w:val="00785EFC"/>
    <w:rsid w:val="007A08F9"/>
    <w:rsid w:val="007A646C"/>
    <w:rsid w:val="007B0B66"/>
    <w:rsid w:val="007B5CB8"/>
    <w:rsid w:val="007C483A"/>
    <w:rsid w:val="007E4852"/>
    <w:rsid w:val="007F4458"/>
    <w:rsid w:val="007F44A7"/>
    <w:rsid w:val="007F6AC5"/>
    <w:rsid w:val="0082735D"/>
    <w:rsid w:val="008317AF"/>
    <w:rsid w:val="00851F23"/>
    <w:rsid w:val="00856D54"/>
    <w:rsid w:val="00862185"/>
    <w:rsid w:val="008674B9"/>
    <w:rsid w:val="0087502B"/>
    <w:rsid w:val="008A07CA"/>
    <w:rsid w:val="008B0097"/>
    <w:rsid w:val="008D3D55"/>
    <w:rsid w:val="008E4008"/>
    <w:rsid w:val="00912144"/>
    <w:rsid w:val="00912A7E"/>
    <w:rsid w:val="00966434"/>
    <w:rsid w:val="00980B48"/>
    <w:rsid w:val="009C409E"/>
    <w:rsid w:val="009D4B5F"/>
    <w:rsid w:val="009F0D47"/>
    <w:rsid w:val="009F6CEA"/>
    <w:rsid w:val="009F744B"/>
    <w:rsid w:val="009F74D2"/>
    <w:rsid w:val="00A337AE"/>
    <w:rsid w:val="00A43C98"/>
    <w:rsid w:val="00A67BD2"/>
    <w:rsid w:val="00A74794"/>
    <w:rsid w:val="00A8633B"/>
    <w:rsid w:val="00A8688C"/>
    <w:rsid w:val="00AC3F6E"/>
    <w:rsid w:val="00AC7451"/>
    <w:rsid w:val="00AD389A"/>
    <w:rsid w:val="00AE324B"/>
    <w:rsid w:val="00AF1E7A"/>
    <w:rsid w:val="00B56447"/>
    <w:rsid w:val="00B70D78"/>
    <w:rsid w:val="00B72BFD"/>
    <w:rsid w:val="00B87FB6"/>
    <w:rsid w:val="00BB24E0"/>
    <w:rsid w:val="00BC59AE"/>
    <w:rsid w:val="00BC6255"/>
    <w:rsid w:val="00BC63B6"/>
    <w:rsid w:val="00BE4BAA"/>
    <w:rsid w:val="00BF4DCE"/>
    <w:rsid w:val="00BF6BFB"/>
    <w:rsid w:val="00C07C75"/>
    <w:rsid w:val="00C2143B"/>
    <w:rsid w:val="00C25853"/>
    <w:rsid w:val="00C41B4A"/>
    <w:rsid w:val="00C4380D"/>
    <w:rsid w:val="00C9024B"/>
    <w:rsid w:val="00C91A08"/>
    <w:rsid w:val="00CA40E6"/>
    <w:rsid w:val="00CA7BDB"/>
    <w:rsid w:val="00CB1CCA"/>
    <w:rsid w:val="00CB5DDB"/>
    <w:rsid w:val="00CC1732"/>
    <w:rsid w:val="00CC570A"/>
    <w:rsid w:val="00CD1004"/>
    <w:rsid w:val="00CD2FF5"/>
    <w:rsid w:val="00CE7C78"/>
    <w:rsid w:val="00D1163D"/>
    <w:rsid w:val="00D123D7"/>
    <w:rsid w:val="00D35054"/>
    <w:rsid w:val="00D35A3D"/>
    <w:rsid w:val="00D36249"/>
    <w:rsid w:val="00D47309"/>
    <w:rsid w:val="00D4790A"/>
    <w:rsid w:val="00D80BF1"/>
    <w:rsid w:val="00D85DD9"/>
    <w:rsid w:val="00DB191E"/>
    <w:rsid w:val="00DB3D7D"/>
    <w:rsid w:val="00DB5B4A"/>
    <w:rsid w:val="00DE0D41"/>
    <w:rsid w:val="00DF6A12"/>
    <w:rsid w:val="00E142E3"/>
    <w:rsid w:val="00E1593F"/>
    <w:rsid w:val="00E223E1"/>
    <w:rsid w:val="00E315F0"/>
    <w:rsid w:val="00E45500"/>
    <w:rsid w:val="00E45B57"/>
    <w:rsid w:val="00E579BA"/>
    <w:rsid w:val="00EB486E"/>
    <w:rsid w:val="00EC2D93"/>
    <w:rsid w:val="00EC33ED"/>
    <w:rsid w:val="00EC564E"/>
    <w:rsid w:val="00EC5D6F"/>
    <w:rsid w:val="00EF31E7"/>
    <w:rsid w:val="00F2545B"/>
    <w:rsid w:val="00F6209A"/>
    <w:rsid w:val="00F6743D"/>
    <w:rsid w:val="00F72985"/>
    <w:rsid w:val="00F8011D"/>
    <w:rsid w:val="00F85778"/>
    <w:rsid w:val="00F93676"/>
    <w:rsid w:val="00FA6BAD"/>
    <w:rsid w:val="00FB0AC9"/>
    <w:rsid w:val="00FD3507"/>
    <w:rsid w:val="00FD764B"/>
    <w:rsid w:val="00FE03ED"/>
    <w:rsid w:val="00FE0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98872A"/>
  <w15:chartTrackingRefBased/>
  <w15:docId w15:val="{73F0D287-373D-4BA2-A3A9-80DB4F39E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7BD2"/>
    <w:pPr>
      <w:spacing w:after="60"/>
      <w:jc w:val="both"/>
    </w:pPr>
    <w:rPr>
      <w:rFonts w:ascii="Aptos Narrow" w:hAnsi="Aptos Narrow" w:cstheme="minorBidi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51FA3"/>
    <w:pPr>
      <w:keepNext/>
      <w:numPr>
        <w:numId w:val="1"/>
      </w:numPr>
      <w:spacing w:before="200" w:after="200"/>
      <w:outlineLvl w:val="0"/>
    </w:pPr>
    <w:rPr>
      <w:b/>
      <w:bCs/>
      <w:spacing w:val="10"/>
      <w:kern w:val="32"/>
      <w:sz w:val="28"/>
      <w:szCs w:val="32"/>
    </w:rPr>
  </w:style>
  <w:style w:type="paragraph" w:styleId="Nadpis2">
    <w:name w:val="heading 2"/>
    <w:basedOn w:val="Normln"/>
    <w:next w:val="Normln"/>
    <w:link w:val="Nadpis2Char"/>
    <w:qFormat/>
    <w:rsid w:val="00651FA3"/>
    <w:pPr>
      <w:keepNext/>
      <w:numPr>
        <w:ilvl w:val="1"/>
        <w:numId w:val="1"/>
      </w:numPr>
      <w:spacing w:before="100"/>
      <w:outlineLvl w:val="1"/>
    </w:pPr>
    <w:rPr>
      <w:b/>
      <w:bCs/>
      <w:i/>
      <w:iCs/>
      <w:spacing w:val="10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651FA3"/>
    <w:pPr>
      <w:keepNext/>
      <w:keepLines/>
      <w:numPr>
        <w:ilvl w:val="2"/>
        <w:numId w:val="1"/>
      </w:numPr>
      <w:spacing w:before="60"/>
      <w:outlineLvl w:val="2"/>
    </w:pPr>
    <w:rPr>
      <w:rFonts w:asciiTheme="minorHAnsi" w:eastAsiaTheme="majorEastAsia" w:hAnsiTheme="minorHAnsi" w:cstheme="majorBidi"/>
      <w:i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651FA3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651FA3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651FA3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651FA3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651FA3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651FA3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">
    <w:name w:val="Tabulka"/>
    <w:basedOn w:val="Normln"/>
    <w:link w:val="TabulkaChar"/>
    <w:qFormat/>
    <w:rsid w:val="00651FA3"/>
    <w:pPr>
      <w:spacing w:after="0"/>
    </w:pPr>
  </w:style>
  <w:style w:type="character" w:customStyle="1" w:styleId="Nadpis1Char">
    <w:name w:val="Nadpis 1 Char"/>
    <w:basedOn w:val="Standardnpsmoodstavce"/>
    <w:link w:val="Nadpis1"/>
    <w:rsid w:val="00651FA3"/>
    <w:rPr>
      <w:rFonts w:ascii="Aptos" w:hAnsi="Aptos" w:cstheme="minorBidi"/>
      <w:b/>
      <w:bCs/>
      <w:spacing w:val="10"/>
      <w:kern w:val="32"/>
      <w:sz w:val="28"/>
      <w:szCs w:val="32"/>
    </w:rPr>
  </w:style>
  <w:style w:type="character" w:customStyle="1" w:styleId="Nadpis2Char">
    <w:name w:val="Nadpis 2 Char"/>
    <w:basedOn w:val="Standardnpsmoodstavce"/>
    <w:link w:val="Nadpis2"/>
    <w:rsid w:val="00651FA3"/>
    <w:rPr>
      <w:rFonts w:ascii="Aptos" w:hAnsi="Aptos" w:cstheme="minorBidi"/>
      <w:b/>
      <w:bCs/>
      <w:i/>
      <w:iCs/>
      <w:spacing w:val="10"/>
      <w:sz w:val="24"/>
      <w:szCs w:val="28"/>
    </w:rPr>
  </w:style>
  <w:style w:type="character" w:customStyle="1" w:styleId="Nadpis3Char">
    <w:name w:val="Nadpis 3 Char"/>
    <w:basedOn w:val="Standardnpsmoodstavce"/>
    <w:link w:val="Nadpis3"/>
    <w:semiHidden/>
    <w:rsid w:val="00651FA3"/>
    <w:rPr>
      <w:rFonts w:asciiTheme="minorHAnsi" w:eastAsiaTheme="majorEastAsia" w:hAnsiTheme="minorHAnsi" w:cstheme="majorBidi"/>
      <w:i/>
      <w:sz w:val="24"/>
      <w:szCs w:val="24"/>
    </w:rPr>
  </w:style>
  <w:style w:type="paragraph" w:styleId="Zhlav">
    <w:name w:val="header"/>
    <w:basedOn w:val="Normln"/>
    <w:link w:val="ZhlavChar"/>
    <w:qFormat/>
    <w:rsid w:val="00651FA3"/>
    <w:pPr>
      <w:tabs>
        <w:tab w:val="center" w:pos="4536"/>
        <w:tab w:val="right" w:pos="9072"/>
      </w:tabs>
      <w:spacing w:after="0"/>
    </w:pPr>
    <w:rPr>
      <w:spacing w:val="10"/>
      <w:sz w:val="18"/>
    </w:rPr>
  </w:style>
  <w:style w:type="character" w:customStyle="1" w:styleId="ZhlavChar">
    <w:name w:val="Záhlaví Char"/>
    <w:basedOn w:val="Standardnpsmoodstavce"/>
    <w:link w:val="Zhlav"/>
    <w:rsid w:val="00651FA3"/>
    <w:rPr>
      <w:rFonts w:ascii="Aptos" w:hAnsi="Aptos" w:cstheme="minorBidi"/>
      <w:spacing w:val="10"/>
      <w:sz w:val="18"/>
      <w:szCs w:val="24"/>
    </w:rPr>
  </w:style>
  <w:style w:type="paragraph" w:styleId="Nzev">
    <w:name w:val="Title"/>
    <w:basedOn w:val="Normln"/>
    <w:next w:val="Normln"/>
    <w:link w:val="NzevChar"/>
    <w:qFormat/>
    <w:rsid w:val="00651FA3"/>
    <w:pPr>
      <w:spacing w:after="200"/>
      <w:jc w:val="center"/>
      <w:outlineLvl w:val="0"/>
    </w:pPr>
    <w:rPr>
      <w:b/>
      <w:bCs/>
      <w:caps/>
      <w:spacing w:val="30"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651FA3"/>
    <w:rPr>
      <w:rFonts w:ascii="Aptos" w:hAnsi="Aptos" w:cstheme="minorBidi"/>
      <w:b/>
      <w:bCs/>
      <w:caps/>
      <w:spacing w:val="30"/>
      <w:kern w:val="28"/>
      <w:sz w:val="32"/>
      <w:szCs w:val="32"/>
    </w:rPr>
  </w:style>
  <w:style w:type="paragraph" w:styleId="Podnadpis">
    <w:name w:val="Subtitle"/>
    <w:basedOn w:val="Normln"/>
    <w:next w:val="Normln"/>
    <w:link w:val="PodnadpisChar"/>
    <w:qFormat/>
    <w:rsid w:val="00651FA3"/>
    <w:pPr>
      <w:spacing w:before="100" w:after="200"/>
      <w:jc w:val="center"/>
      <w:outlineLvl w:val="1"/>
    </w:pPr>
    <w:rPr>
      <w:spacing w:val="10"/>
    </w:rPr>
  </w:style>
  <w:style w:type="character" w:customStyle="1" w:styleId="PodnadpisChar">
    <w:name w:val="Podnadpis Char"/>
    <w:basedOn w:val="Standardnpsmoodstavce"/>
    <w:link w:val="Podnadpis"/>
    <w:rsid w:val="00651FA3"/>
    <w:rPr>
      <w:rFonts w:ascii="Aptos" w:hAnsi="Aptos" w:cstheme="minorBidi"/>
      <w:spacing w:val="10"/>
      <w:sz w:val="24"/>
      <w:szCs w:val="24"/>
    </w:rPr>
  </w:style>
  <w:style w:type="character" w:styleId="Siln">
    <w:name w:val="Strong"/>
    <w:basedOn w:val="Standardnpsmoodstavce"/>
    <w:qFormat/>
    <w:rsid w:val="00651FA3"/>
    <w:rPr>
      <w:rFonts w:ascii="Aptos" w:hAnsi="Aptos"/>
      <w:b/>
      <w:bCs/>
      <w:spacing w:val="10"/>
      <w:sz w:val="20"/>
    </w:rPr>
  </w:style>
  <w:style w:type="character" w:styleId="Zdraznn">
    <w:name w:val="Emphasis"/>
    <w:basedOn w:val="Standardnpsmoodstavce"/>
    <w:qFormat/>
    <w:rsid w:val="00651FA3"/>
    <w:rPr>
      <w:rFonts w:ascii="Aptos" w:hAnsi="Aptos"/>
      <w:i/>
      <w:iCs/>
    </w:rPr>
  </w:style>
  <w:style w:type="paragraph" w:styleId="Bezmezer">
    <w:name w:val="No Spacing"/>
    <w:uiPriority w:val="1"/>
    <w:qFormat/>
    <w:rsid w:val="00651FA3"/>
    <w:rPr>
      <w:rFonts w:ascii="Aptos" w:hAnsi="Aptos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51FA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51FA3"/>
    <w:rPr>
      <w:rFonts w:ascii="Aptos" w:hAnsi="Aptos" w:cstheme="minorBidi"/>
      <w:b/>
      <w:bCs/>
      <w:i/>
      <w:iCs/>
      <w:szCs w:val="24"/>
    </w:rPr>
  </w:style>
  <w:style w:type="character" w:styleId="Zdraznnjemn">
    <w:name w:val="Subtle Emphasis"/>
    <w:basedOn w:val="Standardnpsmoodstavce"/>
    <w:uiPriority w:val="19"/>
    <w:qFormat/>
    <w:rsid w:val="00651FA3"/>
    <w:rPr>
      <w:rFonts w:ascii="Aptos" w:hAnsi="Aptos"/>
      <w:i/>
      <w:iCs/>
      <w:color w:val="808080" w:themeColor="background1" w:themeShade="80"/>
    </w:rPr>
  </w:style>
  <w:style w:type="character" w:styleId="Zdraznnintenzivn">
    <w:name w:val="Intense Emphasis"/>
    <w:basedOn w:val="Standardnpsmoodstavce"/>
    <w:uiPriority w:val="21"/>
    <w:qFormat/>
    <w:rsid w:val="00651FA3"/>
    <w:rPr>
      <w:rFonts w:ascii="Aptos" w:hAnsi="Aptos"/>
      <w:b/>
      <w:bCs/>
      <w:i/>
      <w:iCs/>
      <w:color w:val="auto"/>
    </w:rPr>
  </w:style>
  <w:style w:type="character" w:styleId="Odkazjemn">
    <w:name w:val="Subtle Reference"/>
    <w:basedOn w:val="Standardnpsmoodstavce"/>
    <w:uiPriority w:val="31"/>
    <w:qFormat/>
    <w:rsid w:val="00651FA3"/>
    <w:rPr>
      <w:rFonts w:ascii="Aptos" w:hAnsi="Aptos"/>
      <w:smallCaps/>
      <w:color w:val="auto"/>
      <w:u w:val="single"/>
      <w:bdr w:val="none" w:sz="0" w:space="0" w:color="auto"/>
    </w:rPr>
  </w:style>
  <w:style w:type="character" w:styleId="Odkazintenzivn">
    <w:name w:val="Intense Reference"/>
    <w:basedOn w:val="Standardnpsmoodstavce"/>
    <w:uiPriority w:val="32"/>
    <w:qFormat/>
    <w:rsid w:val="00651FA3"/>
    <w:rPr>
      <w:rFonts w:ascii="Aptos" w:hAnsi="Aptos"/>
      <w:b/>
      <w:bCs/>
      <w:smallCaps/>
      <w:color w:val="auto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651FA3"/>
    <w:rPr>
      <w:rFonts w:ascii="Aptos" w:hAnsi="Aptos"/>
      <w:b/>
      <w:bCs/>
      <w:smallCaps/>
      <w:spacing w:val="5"/>
    </w:rPr>
  </w:style>
  <w:style w:type="paragraph" w:styleId="Zpat">
    <w:name w:val="footer"/>
    <w:basedOn w:val="Normln"/>
    <w:link w:val="ZpatChar"/>
    <w:uiPriority w:val="99"/>
    <w:unhideWhenUsed/>
    <w:rsid w:val="00345D4C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45D4C"/>
    <w:rPr>
      <w:rFonts w:ascii="Calibri" w:hAnsi="Calibri"/>
      <w:szCs w:val="24"/>
    </w:rPr>
  </w:style>
  <w:style w:type="character" w:customStyle="1" w:styleId="Nadpis4Char">
    <w:name w:val="Nadpis 4 Char"/>
    <w:basedOn w:val="Standardnpsmoodstavce"/>
    <w:link w:val="Nadpis4"/>
    <w:semiHidden/>
    <w:rsid w:val="00651FA3"/>
    <w:rPr>
      <w:rFonts w:asciiTheme="majorHAnsi" w:eastAsiaTheme="majorEastAsia" w:hAnsiTheme="majorHAnsi" w:cstheme="majorBidi"/>
      <w:i/>
      <w:iCs/>
      <w:color w:val="2F5496" w:themeColor="accent1" w:themeShade="BF"/>
      <w:szCs w:val="24"/>
    </w:rPr>
  </w:style>
  <w:style w:type="character" w:customStyle="1" w:styleId="Nadpis5Char">
    <w:name w:val="Nadpis 5 Char"/>
    <w:basedOn w:val="Standardnpsmoodstavce"/>
    <w:link w:val="Nadpis5"/>
    <w:semiHidden/>
    <w:rsid w:val="00651FA3"/>
    <w:rPr>
      <w:rFonts w:asciiTheme="majorHAnsi" w:eastAsiaTheme="majorEastAsia" w:hAnsiTheme="majorHAnsi" w:cstheme="majorBidi"/>
      <w:color w:val="2F5496" w:themeColor="accent1" w:themeShade="BF"/>
      <w:szCs w:val="24"/>
    </w:rPr>
  </w:style>
  <w:style w:type="character" w:customStyle="1" w:styleId="Nadpis6Char">
    <w:name w:val="Nadpis 6 Char"/>
    <w:basedOn w:val="Standardnpsmoodstavce"/>
    <w:link w:val="Nadpis6"/>
    <w:semiHidden/>
    <w:rsid w:val="00651FA3"/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customStyle="1" w:styleId="Nadpis7Char">
    <w:name w:val="Nadpis 7 Char"/>
    <w:basedOn w:val="Standardnpsmoodstavce"/>
    <w:link w:val="Nadpis7"/>
    <w:semiHidden/>
    <w:rsid w:val="00651FA3"/>
    <w:rPr>
      <w:rFonts w:asciiTheme="majorHAnsi" w:eastAsiaTheme="majorEastAsia" w:hAnsiTheme="majorHAnsi" w:cstheme="majorBidi"/>
      <w:i/>
      <w:iCs/>
      <w:color w:val="1F3763" w:themeColor="accent1" w:themeShade="7F"/>
      <w:szCs w:val="24"/>
    </w:rPr>
  </w:style>
  <w:style w:type="character" w:customStyle="1" w:styleId="Nadpis8Char">
    <w:name w:val="Nadpis 8 Char"/>
    <w:basedOn w:val="Standardnpsmoodstavce"/>
    <w:link w:val="Nadpis8"/>
    <w:semiHidden/>
    <w:rsid w:val="00651FA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semiHidden/>
    <w:rsid w:val="00651FA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tavecseseznamem">
    <w:name w:val="List Paragraph"/>
    <w:basedOn w:val="Normln"/>
    <w:uiPriority w:val="34"/>
    <w:qFormat/>
    <w:rsid w:val="00651FA3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AF1E7A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F1E7A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39"/>
    <w:rsid w:val="00F801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Narrow">
    <w:name w:val="Normální Narrow"/>
    <w:basedOn w:val="Tabulka"/>
    <w:link w:val="NormlnNarrowChar"/>
    <w:qFormat/>
    <w:rsid w:val="00651FA3"/>
    <w:pPr>
      <w:spacing w:after="60"/>
    </w:pPr>
    <w:rPr>
      <w:rFonts w:cstheme="minorHAnsi"/>
      <w:bCs/>
    </w:rPr>
  </w:style>
  <w:style w:type="character" w:customStyle="1" w:styleId="NormlnNarrowChar">
    <w:name w:val="Normální Narrow Char"/>
    <w:basedOn w:val="TabulkaChar"/>
    <w:link w:val="NormlnNarrow"/>
    <w:rsid w:val="00651FA3"/>
    <w:rPr>
      <w:rFonts w:ascii="Aptos Narrow" w:hAnsi="Aptos Narrow" w:cstheme="minorHAnsi"/>
      <w:bCs/>
      <w:szCs w:val="24"/>
    </w:rPr>
  </w:style>
  <w:style w:type="paragraph" w:customStyle="1" w:styleId="TabulkaNarrow">
    <w:name w:val="Tabulka Narrow"/>
    <w:basedOn w:val="Tabulka"/>
    <w:qFormat/>
    <w:rsid w:val="00651FA3"/>
  </w:style>
  <w:style w:type="paragraph" w:styleId="Citt">
    <w:name w:val="Quote"/>
    <w:basedOn w:val="Normln"/>
    <w:next w:val="Normln"/>
    <w:link w:val="CittChar"/>
    <w:uiPriority w:val="29"/>
    <w:qFormat/>
    <w:rsid w:val="00651FA3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51FA3"/>
    <w:rPr>
      <w:rFonts w:ascii="Aptos" w:hAnsi="Aptos" w:cstheme="minorBidi"/>
      <w:i/>
      <w:iCs/>
      <w:color w:val="404040" w:themeColor="text1" w:themeTint="BF"/>
      <w:szCs w:val="24"/>
    </w:rPr>
  </w:style>
  <w:style w:type="character" w:customStyle="1" w:styleId="TabulkaChar">
    <w:name w:val="Tabulka Char"/>
    <w:basedOn w:val="Standardnpsmoodstavce"/>
    <w:link w:val="Tabulka"/>
    <w:rsid w:val="00651FA3"/>
    <w:rPr>
      <w:rFonts w:ascii="Aptos" w:hAnsi="Aptos" w:cstheme="minorBidi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76217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447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91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71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3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2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8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69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OneDrive%20-%20SDH%20SVOJ&#352;OVICE\0%20OSH%20ORR\HLP\hlp_OSH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3A58A2-788E-4495-B4FD-99AA6000E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hlp_OSH.dotx</Template>
  <TotalTime>9</TotalTime>
  <Pages>2</Pages>
  <Words>475</Words>
  <Characters>2183</Characters>
  <Application>Microsoft Office Word</Application>
  <DocSecurity>0</DocSecurity>
  <Lines>272</Lines>
  <Paragraphs>241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Zachat</dc:creator>
  <cp:keywords/>
  <dc:description/>
  <cp:lastModifiedBy>Tomáš Zachat</cp:lastModifiedBy>
  <cp:revision>9</cp:revision>
  <cp:lastPrinted>2023-03-12T16:53:00Z</cp:lastPrinted>
  <dcterms:created xsi:type="dcterms:W3CDTF">2025-11-12T13:00:00Z</dcterms:created>
  <dcterms:modified xsi:type="dcterms:W3CDTF">2025-11-12T13:55:00Z</dcterms:modified>
</cp:coreProperties>
</file>